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Pr="00B524B5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Pr="00B524B5" w:rsidRDefault="00C715B9" w:rsidP="00882E6D">
      <w:pPr>
        <w:spacing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59466B71" w14:textId="34096FF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12C6A" w:rsidRPr="00712C6A">
        <w:rPr>
          <w:rStyle w:val="Siln"/>
        </w:rPr>
        <w:t>Výkon činnosti koordinátora BOZP pro prosté rekonstrukce u OŘ HKR 2025-26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Pr="00B524B5" w:rsidRDefault="00C715B9" w:rsidP="00882E6D">
      <w:pPr>
        <w:spacing w:line="240" w:lineRule="auto"/>
        <w:rPr>
          <w:rFonts w:eastAsia="Calibri" w:cs="Times New Roman"/>
          <w:sz w:val="10"/>
          <w:szCs w:val="10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226BE0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1466F2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466F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5DDB"/>
    <w:rsid w:val="003F6A0D"/>
    <w:rsid w:val="00441430"/>
    <w:rsid w:val="00450F07"/>
    <w:rsid w:val="00453CD3"/>
    <w:rsid w:val="00460660"/>
    <w:rsid w:val="00470BF2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C6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344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1D94"/>
    <w:rsid w:val="00B151DE"/>
    <w:rsid w:val="00B15D0D"/>
    <w:rsid w:val="00B36B3E"/>
    <w:rsid w:val="00B524B5"/>
    <w:rsid w:val="00B75EE1"/>
    <w:rsid w:val="00B77481"/>
    <w:rsid w:val="00B8518B"/>
    <w:rsid w:val="00BD7E91"/>
    <w:rsid w:val="00C02D0A"/>
    <w:rsid w:val="00C03A6E"/>
    <w:rsid w:val="00C17A08"/>
    <w:rsid w:val="00C22D37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13442"/>
    <w:rsid w:val="00B72819"/>
    <w:rsid w:val="00BE31C7"/>
    <w:rsid w:val="00C22D3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2024-11-08T10:25:00Z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